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7CB7DE3C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DD3B16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2DFD2EE4" w14:textId="77777777" w:rsidR="00DD3B16" w:rsidRPr="00DD3B16" w:rsidRDefault="00381365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DD3B16" w:rsidRPr="00DD3B16">
              <w:rPr>
                <w:rFonts w:asciiTheme="minorHAnsi" w:hAnsiTheme="minorHAnsi" w:cstheme="minorHAnsi"/>
                <w:b/>
              </w:rPr>
              <w:t>Łódź</w:t>
            </w:r>
          </w:p>
          <w:p w14:paraId="2651FB8D" w14:textId="20304DFA" w:rsidR="00381365" w:rsidRPr="00DD3B16" w:rsidRDefault="00DD3B16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DD3B16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DD3B16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E450F0D" w14:textId="44A12399" w:rsidR="00705415" w:rsidRPr="00705415" w:rsidRDefault="00381365" w:rsidP="00705415">
      <w:pPr>
        <w:spacing w:after="120"/>
        <w:jc w:val="both"/>
        <w:rPr>
          <w:rFonts w:cstheme="minorHAnsi"/>
          <w:b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DD3B16" w:rsidRPr="00DD3B16">
        <w:rPr>
          <w:rFonts w:cstheme="minorHAnsi"/>
          <w:b/>
          <w:lang w:eastAsia="pl-PL"/>
        </w:rPr>
        <w:t>POST/DYS/OLD/GZ/0</w:t>
      </w:r>
      <w:r w:rsidR="00705415">
        <w:rPr>
          <w:rFonts w:cstheme="minorHAnsi"/>
          <w:b/>
          <w:lang w:eastAsia="pl-PL"/>
        </w:rPr>
        <w:t>4353</w:t>
      </w:r>
      <w:r w:rsidR="00DD3B16" w:rsidRPr="00DD3B16">
        <w:rPr>
          <w:rFonts w:cstheme="minorHAnsi"/>
          <w:b/>
          <w:lang w:eastAsia="pl-PL"/>
        </w:rPr>
        <w:t>/2025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</w:p>
    <w:p w14:paraId="28DC2734" w14:textId="23B18201" w:rsidR="00381365" w:rsidRPr="00381365" w:rsidRDefault="00705415" w:rsidP="00705415">
      <w:pPr>
        <w:spacing w:after="120"/>
        <w:jc w:val="both"/>
        <w:rPr>
          <w:rFonts w:cstheme="minorHAnsi"/>
          <w:lang w:eastAsia="pl-PL"/>
        </w:rPr>
      </w:pPr>
      <w:r w:rsidRPr="00705415">
        <w:rPr>
          <w:rFonts w:cstheme="minorHAnsi"/>
          <w:b/>
        </w:rPr>
        <w:t>Wykonanie dokumentacji projektowej i robót budowlanych w branży elektroenergetycznej na terenie działania OŁD w RE Żyrardów w podziale na 5 części</w:t>
      </w:r>
      <w:r w:rsidR="00381365" w:rsidRPr="00381365">
        <w:rPr>
          <w:rFonts w:cstheme="minorHAnsi"/>
        </w:rPr>
        <w:t>, po</w:t>
      </w:r>
      <w:r w:rsidR="00381365"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lastRenderedPageBreak/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D6AB3D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1495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0C1B4" w14:textId="77777777" w:rsidR="00DD3B16" w:rsidRDefault="00DD3B16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3EB40183" w14:textId="77777777" w:rsidR="00705415" w:rsidRPr="00705415" w:rsidRDefault="00705415" w:rsidP="00705415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</w:p>
        <w:p w14:paraId="77E1E216" w14:textId="77777777" w:rsidR="00705415" w:rsidRDefault="00705415" w:rsidP="00705415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705415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Wykonanie dokumentacji projektowej i robót budowlanych w branży elektroenergetycznej na terenie działania OŁD w RE Żyrardów w podziale na 5 części.</w:t>
          </w:r>
        </w:p>
        <w:p w14:paraId="1A19274F" w14:textId="0F8B336A" w:rsidR="00347E8D" w:rsidRPr="00DD3B16" w:rsidRDefault="00DD3B16" w:rsidP="00705415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DD3B1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</w:t>
          </w:r>
          <w:r w:rsidR="00705415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4353</w:t>
          </w:r>
          <w:r w:rsidRPr="00DD3B1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D81AF19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61204436">
    <w:abstractNumId w:val="16"/>
  </w:num>
  <w:num w:numId="2" w16cid:durableId="658583099">
    <w:abstractNumId w:val="7"/>
  </w:num>
  <w:num w:numId="3" w16cid:durableId="77791411">
    <w:abstractNumId w:val="11"/>
  </w:num>
  <w:num w:numId="4" w16cid:durableId="1195465630">
    <w:abstractNumId w:val="17"/>
  </w:num>
  <w:num w:numId="5" w16cid:durableId="1954632576">
    <w:abstractNumId w:val="16"/>
  </w:num>
  <w:num w:numId="6" w16cid:durableId="1619406221">
    <w:abstractNumId w:val="16"/>
  </w:num>
  <w:num w:numId="7" w16cid:durableId="1582333707">
    <w:abstractNumId w:val="3"/>
  </w:num>
  <w:num w:numId="8" w16cid:durableId="1093360892">
    <w:abstractNumId w:val="23"/>
  </w:num>
  <w:num w:numId="9" w16cid:durableId="101993459">
    <w:abstractNumId w:val="15"/>
  </w:num>
  <w:num w:numId="10" w16cid:durableId="916983238">
    <w:abstractNumId w:val="4"/>
  </w:num>
  <w:num w:numId="11" w16cid:durableId="668559790">
    <w:abstractNumId w:val="12"/>
  </w:num>
  <w:num w:numId="12" w16cid:durableId="2083215063">
    <w:abstractNumId w:val="10"/>
  </w:num>
  <w:num w:numId="13" w16cid:durableId="275601579">
    <w:abstractNumId w:val="22"/>
  </w:num>
  <w:num w:numId="14" w16cid:durableId="1223977382">
    <w:abstractNumId w:val="19"/>
  </w:num>
  <w:num w:numId="15" w16cid:durableId="843324477">
    <w:abstractNumId w:val="14"/>
  </w:num>
  <w:num w:numId="16" w16cid:durableId="2003970384">
    <w:abstractNumId w:val="8"/>
  </w:num>
  <w:num w:numId="17" w16cid:durableId="1328287693">
    <w:abstractNumId w:val="5"/>
  </w:num>
  <w:num w:numId="18" w16cid:durableId="9394220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91817847">
    <w:abstractNumId w:val="0"/>
  </w:num>
  <w:num w:numId="20" w16cid:durableId="1494881879">
    <w:abstractNumId w:val="24"/>
  </w:num>
  <w:num w:numId="21" w16cid:durableId="949164574">
    <w:abstractNumId w:val="1"/>
  </w:num>
  <w:num w:numId="22" w16cid:durableId="527715001">
    <w:abstractNumId w:val="13"/>
  </w:num>
  <w:num w:numId="23" w16cid:durableId="312150019">
    <w:abstractNumId w:val="9"/>
  </w:num>
  <w:num w:numId="24" w16cid:durableId="1922791366">
    <w:abstractNumId w:val="18"/>
  </w:num>
  <w:num w:numId="25" w16cid:durableId="308482963">
    <w:abstractNumId w:val="21"/>
  </w:num>
  <w:num w:numId="26" w16cid:durableId="1536196258">
    <w:abstractNumId w:val="2"/>
  </w:num>
  <w:num w:numId="27" w16cid:durableId="2077051263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5415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3140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4BDD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09F9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3376F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1495"/>
    <w:rsid w:val="00D9793B"/>
    <w:rsid w:val="00DA64DB"/>
    <w:rsid w:val="00DB1E5E"/>
    <w:rsid w:val="00DB4140"/>
    <w:rsid w:val="00DC76F0"/>
    <w:rsid w:val="00DC7E48"/>
    <w:rsid w:val="00DD06C0"/>
    <w:rsid w:val="00DD3B16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81345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3992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 - Ankieta w zakresie gwarancji bezpieczeństwa przetwarzania danych osobowych.docx</dmsv2BaseFileName>
    <dmsv2BaseDisplayName xmlns="http://schemas.microsoft.com/sharepoint/v3">Załącznik nr 9 do SWZ - Ankieta w zakresie gwarancji bezpieczeństwa przetwarzania danych osobowych</dmsv2BaseDisplayName>
    <dmsv2SWPP2ObjectNumber xmlns="http://schemas.microsoft.com/sharepoint/v3">POST/DYS/OLD/GZ/04353/2025                        </dmsv2SWPP2ObjectNumber>
    <dmsv2SWPP2SumMD5 xmlns="http://schemas.microsoft.com/sharepoint/v3">a2916ae772a28dcd55b3b8c57a2719c1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700625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23898901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JEUP5JKVCYQC-1440096624-10124</_dlc_DocId>
    <_dlc_DocIdUrl xmlns="a19cb1c7-c5c7-46d4-85ae-d83685407bba">
      <Url>https://swpp2.dms.gkpge.pl/sites/41/_layouts/15/DocIdRedir.aspx?ID=JEUP5JKVCYQC-1440096624-10124</Url>
      <Description>JEUP5JKVCYQC-1440096624-10124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30473FE-3922-4B69-97FF-E0DAF7397A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075C2C-EF7B-461B-9BFF-8D0F38CF3EBC}"/>
</file>

<file path=customXml/itemProps5.xml><?xml version="1.0" encoding="utf-8"?>
<ds:datastoreItem xmlns:ds="http://schemas.openxmlformats.org/officeDocument/2006/customXml" ds:itemID="{49BD312D-AD1D-4BDA-884E-2FE06932FEF0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5</TotalTime>
  <Pages>2</Pages>
  <Words>489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Kaczorowska-Jakubowska Izabela [PGE Dystr. O.Łódź]</cp:lastModifiedBy>
  <cp:revision>8</cp:revision>
  <cp:lastPrinted>2024-07-15T11:21:00Z</cp:lastPrinted>
  <dcterms:created xsi:type="dcterms:W3CDTF">2025-10-02T08:37:00Z</dcterms:created>
  <dcterms:modified xsi:type="dcterms:W3CDTF">2025-12-02T14:41:00Z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22ab7e14-cbbe-4781-b1aa-7c19bec70e03</vt:lpwstr>
  </property>
</Properties>
</file>